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78F7B386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D45476">
        <w:rPr>
          <w:b/>
          <w:bCs/>
          <w:sz w:val="24"/>
          <w:szCs w:val="24"/>
        </w:rPr>
        <w:t>3</w:t>
      </w:r>
      <w:r w:rsidR="00AA19A6">
        <w:rPr>
          <w:b/>
          <w:bCs/>
          <w:sz w:val="24"/>
          <w:szCs w:val="24"/>
        </w:rPr>
        <w:t>1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5F0F67CD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521880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7BCD8F3A" w14:textId="5629D38F" w:rsidR="00124BAA" w:rsidRDefault="00CF0C09" w:rsidP="00CF0C09">
      <w:pPr>
        <w:pStyle w:val="Tekstpodstawowy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Modernizacja kompleksu sportowego "Moje Boisko - Orlik 2012" w Brześciu Kujawskim</w:t>
      </w:r>
    </w:p>
    <w:p w14:paraId="3E6962C9" w14:textId="77777777" w:rsidR="00CF0C09" w:rsidRDefault="00CF0C09" w:rsidP="00CF0C09">
      <w:pPr>
        <w:pStyle w:val="Tekstpodstawowy2"/>
        <w:jc w:val="center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1A301" w14:textId="77777777" w:rsidR="006D3B7E" w:rsidRDefault="006D3B7E">
      <w:r>
        <w:separator/>
      </w:r>
    </w:p>
  </w:endnote>
  <w:endnote w:type="continuationSeparator" w:id="0">
    <w:p w14:paraId="797E0FB0" w14:textId="77777777" w:rsidR="006D3B7E" w:rsidRDefault="006D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2267C" w14:textId="77777777" w:rsidR="006D3B7E" w:rsidRDefault="006D3B7E">
      <w:r>
        <w:separator/>
      </w:r>
    </w:p>
  </w:footnote>
  <w:footnote w:type="continuationSeparator" w:id="0">
    <w:p w14:paraId="2C80B5BD" w14:textId="77777777" w:rsidR="006D3B7E" w:rsidRDefault="006D3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776C5"/>
    <w:rsid w:val="00293665"/>
    <w:rsid w:val="002D2CD2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4F6E29"/>
    <w:rsid w:val="00506E32"/>
    <w:rsid w:val="00521880"/>
    <w:rsid w:val="0060654D"/>
    <w:rsid w:val="0062214D"/>
    <w:rsid w:val="006735FD"/>
    <w:rsid w:val="00674799"/>
    <w:rsid w:val="006A2B5D"/>
    <w:rsid w:val="006B238C"/>
    <w:rsid w:val="006D3B7E"/>
    <w:rsid w:val="006E6349"/>
    <w:rsid w:val="006F7BC2"/>
    <w:rsid w:val="007064BA"/>
    <w:rsid w:val="00756A1A"/>
    <w:rsid w:val="00771188"/>
    <w:rsid w:val="00821C80"/>
    <w:rsid w:val="008248D0"/>
    <w:rsid w:val="00850ED0"/>
    <w:rsid w:val="008F7E31"/>
    <w:rsid w:val="00936CFB"/>
    <w:rsid w:val="00980415"/>
    <w:rsid w:val="00994C62"/>
    <w:rsid w:val="009C10F2"/>
    <w:rsid w:val="009C437A"/>
    <w:rsid w:val="00A62B1D"/>
    <w:rsid w:val="00A9196D"/>
    <w:rsid w:val="00AA19A6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F0C09"/>
    <w:rsid w:val="00D17E7B"/>
    <w:rsid w:val="00D23D14"/>
    <w:rsid w:val="00D45476"/>
    <w:rsid w:val="00D52F5E"/>
    <w:rsid w:val="00D54001"/>
    <w:rsid w:val="00D546A7"/>
    <w:rsid w:val="00D728F0"/>
    <w:rsid w:val="00DB6518"/>
    <w:rsid w:val="00E3220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C4DA-EC1E-416A-9494-8D68A5A9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23</cp:revision>
  <cp:lastPrinted>2021-05-11T13:54:00Z</cp:lastPrinted>
  <dcterms:created xsi:type="dcterms:W3CDTF">2021-09-07T14:00:00Z</dcterms:created>
  <dcterms:modified xsi:type="dcterms:W3CDTF">2025-09-15T06:23:00Z</dcterms:modified>
</cp:coreProperties>
</file>